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1D06641" w14:textId="77777777" w:rsidTr="00F862D6">
        <w:tc>
          <w:tcPr>
            <w:tcW w:w="1020" w:type="dxa"/>
          </w:tcPr>
          <w:p w14:paraId="26C1339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281FB0DA" wp14:editId="62D0544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A839C5" w14:textId="77777777" w:rsidR="0021429B" w:rsidRPr="00826074" w:rsidRDefault="0021429B" w:rsidP="0021429B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železnic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státní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organizace</w:t>
                                  </w:r>
                                  <w:proofErr w:type="spellEnd"/>
                                </w:p>
                                <w:p w14:paraId="1BBD0FB0" w14:textId="77777777" w:rsidR="0021429B" w:rsidRPr="00826074" w:rsidRDefault="0021429B" w:rsidP="0021429B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Stavební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správa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východ</w:t>
                                  </w:r>
                                  <w:proofErr w:type="spellEnd"/>
                                </w:p>
                                <w:p w14:paraId="3F0F939A" w14:textId="77777777" w:rsidR="0021429B" w:rsidRPr="00826074" w:rsidRDefault="0021429B" w:rsidP="0021429B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proofErr w:type="spellStart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Nerudova</w:t>
                                  </w:r>
                                  <w:proofErr w:type="spellEnd"/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 xml:space="preserve"> 1</w:t>
                                  </w:r>
                                </w:p>
                                <w:p w14:paraId="539E4B6B" w14:textId="77777777" w:rsidR="0021429B" w:rsidRPr="00826074" w:rsidRDefault="0021429B" w:rsidP="0021429B">
                                  <w:pPr>
                                    <w:spacing w:after="0"/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</w:pPr>
                                  <w:r w:rsidRPr="00826074">
                                    <w:rPr>
                                      <w:rFonts w:ascii="Verdana" w:eastAsia="Verdana" w:hAnsi="Verdana" w:cs="Times New Roman"/>
                                      <w:lang w:val="en-US"/>
                                    </w:rPr>
                                    <w:t>779 01 Olomouc</w:t>
                                  </w:r>
                                </w:p>
                                <w:p w14:paraId="32BBE7B0" w14:textId="77777777" w:rsidR="00764595" w:rsidRDefault="00764595" w:rsidP="00764595">
                                  <w:pPr>
                                    <w:pStyle w:val="Bezmezer"/>
                                    <w:rPr>
                                      <w:lang w:val="en-US"/>
                                    </w:rPr>
                                  </w:pPr>
                                </w:p>
                                <w:p w14:paraId="6DB4065A" w14:textId="77777777" w:rsidR="00BF180C" w:rsidRDefault="00BF180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E64AC79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67396882" w14:textId="77777777" w:rsidR="006527DC" w:rsidRDefault="006527DC" w:rsidP="006527DC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  <w:p w14:paraId="206B392A" w14:textId="77777777" w:rsidR="006527DC" w:rsidRPr="00A51C32" w:rsidRDefault="006527D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1FB0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14:paraId="47A839C5" w14:textId="77777777" w:rsidR="0021429B" w:rsidRPr="00826074" w:rsidRDefault="0021429B" w:rsidP="0021429B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železnic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státní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organizace</w:t>
                            </w:r>
                            <w:proofErr w:type="spellEnd"/>
                          </w:p>
                          <w:p w14:paraId="1BBD0FB0" w14:textId="77777777" w:rsidR="0021429B" w:rsidRPr="00826074" w:rsidRDefault="0021429B" w:rsidP="0021429B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Stavební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správa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východ</w:t>
                            </w:r>
                            <w:proofErr w:type="spellEnd"/>
                          </w:p>
                          <w:p w14:paraId="3F0F939A" w14:textId="77777777" w:rsidR="0021429B" w:rsidRPr="00826074" w:rsidRDefault="0021429B" w:rsidP="0021429B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proofErr w:type="spellStart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Nerudova</w:t>
                            </w:r>
                            <w:proofErr w:type="spellEnd"/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 xml:space="preserve"> 1</w:t>
                            </w:r>
                          </w:p>
                          <w:p w14:paraId="539E4B6B" w14:textId="77777777" w:rsidR="0021429B" w:rsidRPr="00826074" w:rsidRDefault="0021429B" w:rsidP="0021429B">
                            <w:pPr>
                              <w:spacing w:after="0"/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</w:pPr>
                            <w:r w:rsidRPr="00826074">
                              <w:rPr>
                                <w:rFonts w:ascii="Verdana" w:eastAsia="Verdana" w:hAnsi="Verdana" w:cs="Times New Roman"/>
                                <w:lang w:val="en-US"/>
                              </w:rPr>
                              <w:t>779 01 Olomouc</w:t>
                            </w:r>
                          </w:p>
                          <w:p w14:paraId="32BBE7B0" w14:textId="77777777" w:rsidR="00764595" w:rsidRDefault="00764595" w:rsidP="00764595">
                            <w:pPr>
                              <w:pStyle w:val="Bezmezer"/>
                              <w:rPr>
                                <w:lang w:val="en-US"/>
                              </w:rPr>
                            </w:pPr>
                          </w:p>
                          <w:p w14:paraId="6DB4065A" w14:textId="77777777" w:rsidR="00BF180C" w:rsidRDefault="00BF180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E64AC79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67396882" w14:textId="77777777" w:rsidR="006527DC" w:rsidRDefault="006527DC" w:rsidP="006527DC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  <w:p w14:paraId="206B392A" w14:textId="77777777" w:rsidR="006527DC" w:rsidRPr="00A51C32" w:rsidRDefault="006527D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CE572D6" w14:textId="7F7CDF6C" w:rsidR="00F64786" w:rsidRDefault="0021429B" w:rsidP="0077673A">
            <w:r w:rsidRPr="00315221">
              <w:t xml:space="preserve">IS </w:t>
            </w:r>
            <w:proofErr w:type="spellStart"/>
            <w:r w:rsidRPr="00315221">
              <w:t>C.E.Sta</w:t>
            </w:r>
            <w:proofErr w:type="spellEnd"/>
          </w:p>
        </w:tc>
        <w:tc>
          <w:tcPr>
            <w:tcW w:w="823" w:type="dxa"/>
          </w:tcPr>
          <w:p w14:paraId="6973580D" w14:textId="77777777" w:rsidR="00F64786" w:rsidRDefault="00F64786" w:rsidP="0077673A"/>
        </w:tc>
        <w:tc>
          <w:tcPr>
            <w:tcW w:w="3685" w:type="dxa"/>
          </w:tcPr>
          <w:p w14:paraId="0905E289" w14:textId="77777777" w:rsidR="00F64786" w:rsidRDefault="00F64786" w:rsidP="0077673A"/>
        </w:tc>
      </w:tr>
      <w:tr w:rsidR="00F862D6" w14:paraId="6DD65859" w14:textId="77777777" w:rsidTr="00596C7E">
        <w:tc>
          <w:tcPr>
            <w:tcW w:w="1020" w:type="dxa"/>
          </w:tcPr>
          <w:p w14:paraId="72EFA633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6EC7E384" w14:textId="7494295E" w:rsidR="00F862D6" w:rsidRDefault="0021429B" w:rsidP="00764595">
            <w:r>
              <w:t>19.02.2021</w:t>
            </w:r>
          </w:p>
        </w:tc>
        <w:tc>
          <w:tcPr>
            <w:tcW w:w="823" w:type="dxa"/>
          </w:tcPr>
          <w:p w14:paraId="05703BDD" w14:textId="77777777" w:rsidR="00F862D6" w:rsidRDefault="00F862D6" w:rsidP="0077673A"/>
        </w:tc>
        <w:tc>
          <w:tcPr>
            <w:tcW w:w="3685" w:type="dxa"/>
            <w:vMerge w:val="restart"/>
          </w:tcPr>
          <w:p w14:paraId="3DB538F8" w14:textId="77777777" w:rsidR="00596C7E" w:rsidRDefault="00596C7E" w:rsidP="00596C7E">
            <w:pPr>
              <w:rPr>
                <w:rStyle w:val="Potovnadresa"/>
              </w:rPr>
            </w:pPr>
          </w:p>
          <w:p w14:paraId="6C5757F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D991FA" w14:textId="77777777" w:rsidTr="00F862D6">
        <w:tc>
          <w:tcPr>
            <w:tcW w:w="1020" w:type="dxa"/>
          </w:tcPr>
          <w:p w14:paraId="53084265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EE80477" w14:textId="77777777" w:rsidR="00F862D6" w:rsidRPr="004B09BA" w:rsidRDefault="004F6885" w:rsidP="0077673A">
            <w:r w:rsidRPr="004F6885">
              <w:t>16950/2021-SŽ-GŘ-O30</w:t>
            </w:r>
          </w:p>
        </w:tc>
        <w:tc>
          <w:tcPr>
            <w:tcW w:w="823" w:type="dxa"/>
          </w:tcPr>
          <w:p w14:paraId="26003906" w14:textId="77777777" w:rsidR="00F862D6" w:rsidRDefault="00F862D6" w:rsidP="0077673A"/>
        </w:tc>
        <w:tc>
          <w:tcPr>
            <w:tcW w:w="3685" w:type="dxa"/>
            <w:vMerge/>
          </w:tcPr>
          <w:p w14:paraId="71987551" w14:textId="77777777" w:rsidR="00F862D6" w:rsidRDefault="00F862D6" w:rsidP="0077673A"/>
        </w:tc>
      </w:tr>
      <w:tr w:rsidR="00F862D6" w14:paraId="4C0D7E5C" w14:textId="77777777" w:rsidTr="00F862D6">
        <w:tc>
          <w:tcPr>
            <w:tcW w:w="1020" w:type="dxa"/>
          </w:tcPr>
          <w:p w14:paraId="35C1C68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E96D40" w14:textId="5F00A065" w:rsidR="00F862D6" w:rsidRDefault="0021429B" w:rsidP="0077673A">
            <w:r>
              <w:t>1</w:t>
            </w:r>
            <w:r w:rsidR="005B64B8">
              <w:t>/</w:t>
            </w:r>
            <w:r w:rsidR="00A66134">
              <w:t>0</w:t>
            </w:r>
          </w:p>
        </w:tc>
        <w:tc>
          <w:tcPr>
            <w:tcW w:w="823" w:type="dxa"/>
          </w:tcPr>
          <w:p w14:paraId="47111780" w14:textId="77777777" w:rsidR="00F862D6" w:rsidRDefault="00F862D6" w:rsidP="0077673A"/>
        </w:tc>
        <w:tc>
          <w:tcPr>
            <w:tcW w:w="3685" w:type="dxa"/>
            <w:vMerge/>
          </w:tcPr>
          <w:p w14:paraId="75BF6EE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E90388" w14:textId="77777777" w:rsidTr="00F862D6">
        <w:tc>
          <w:tcPr>
            <w:tcW w:w="1020" w:type="dxa"/>
          </w:tcPr>
          <w:p w14:paraId="3CB57A58" w14:textId="77777777" w:rsidR="00F862D6" w:rsidRDefault="00F862D6" w:rsidP="0077673A"/>
        </w:tc>
        <w:tc>
          <w:tcPr>
            <w:tcW w:w="2552" w:type="dxa"/>
          </w:tcPr>
          <w:p w14:paraId="19236387" w14:textId="77777777" w:rsidR="00F862D6" w:rsidRDefault="00F862D6" w:rsidP="0077673A"/>
        </w:tc>
        <w:tc>
          <w:tcPr>
            <w:tcW w:w="823" w:type="dxa"/>
          </w:tcPr>
          <w:p w14:paraId="7DADF88C" w14:textId="77777777" w:rsidR="00F862D6" w:rsidRDefault="00F862D6" w:rsidP="0077673A"/>
        </w:tc>
        <w:tc>
          <w:tcPr>
            <w:tcW w:w="3685" w:type="dxa"/>
            <w:vMerge/>
          </w:tcPr>
          <w:p w14:paraId="16251024" w14:textId="77777777" w:rsidR="00F862D6" w:rsidRDefault="00F862D6" w:rsidP="0077673A"/>
        </w:tc>
      </w:tr>
      <w:tr w:rsidR="00F862D6" w14:paraId="5C159EC8" w14:textId="77777777" w:rsidTr="00F862D6">
        <w:tc>
          <w:tcPr>
            <w:tcW w:w="1020" w:type="dxa"/>
          </w:tcPr>
          <w:p w14:paraId="543932B3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15AE302" w14:textId="77777777" w:rsidR="00F862D6" w:rsidRDefault="004F6885" w:rsidP="0077673A">
            <w:r>
              <w:t>Jiří Mička</w:t>
            </w:r>
          </w:p>
        </w:tc>
        <w:tc>
          <w:tcPr>
            <w:tcW w:w="823" w:type="dxa"/>
          </w:tcPr>
          <w:p w14:paraId="06C37F60" w14:textId="77777777" w:rsidR="00F862D6" w:rsidRDefault="00F862D6" w:rsidP="0077673A"/>
        </w:tc>
        <w:tc>
          <w:tcPr>
            <w:tcW w:w="3685" w:type="dxa"/>
            <w:vMerge/>
          </w:tcPr>
          <w:p w14:paraId="14FA2978" w14:textId="77777777" w:rsidR="00F862D6" w:rsidRDefault="00F862D6" w:rsidP="0077673A"/>
        </w:tc>
      </w:tr>
      <w:tr w:rsidR="004B09BA" w14:paraId="1D71812A" w14:textId="77777777" w:rsidTr="00F862D6">
        <w:tc>
          <w:tcPr>
            <w:tcW w:w="1020" w:type="dxa"/>
          </w:tcPr>
          <w:p w14:paraId="447955B8" w14:textId="77777777" w:rsidR="004B09BA" w:rsidRDefault="004B09BA" w:rsidP="004B09BA">
            <w:r>
              <w:t>Telefon</w:t>
            </w:r>
          </w:p>
        </w:tc>
        <w:tc>
          <w:tcPr>
            <w:tcW w:w="2552" w:type="dxa"/>
          </w:tcPr>
          <w:p w14:paraId="7DDA3F5E" w14:textId="77777777" w:rsidR="004B09BA" w:rsidRDefault="004F6885" w:rsidP="004B09BA">
            <w:r w:rsidRPr="004F6885">
              <w:t>+420 972 762 103</w:t>
            </w:r>
          </w:p>
        </w:tc>
        <w:tc>
          <w:tcPr>
            <w:tcW w:w="823" w:type="dxa"/>
          </w:tcPr>
          <w:p w14:paraId="38BDFCF3" w14:textId="77777777" w:rsidR="004B09BA" w:rsidRDefault="004B09BA" w:rsidP="004B09BA"/>
        </w:tc>
        <w:tc>
          <w:tcPr>
            <w:tcW w:w="3685" w:type="dxa"/>
            <w:vMerge/>
          </w:tcPr>
          <w:p w14:paraId="6B9DBD3B" w14:textId="77777777" w:rsidR="004B09BA" w:rsidRDefault="004B09BA" w:rsidP="004B09BA"/>
        </w:tc>
      </w:tr>
      <w:tr w:rsidR="004B09BA" w14:paraId="53C222DC" w14:textId="77777777" w:rsidTr="00F862D6">
        <w:tc>
          <w:tcPr>
            <w:tcW w:w="1020" w:type="dxa"/>
          </w:tcPr>
          <w:p w14:paraId="2674DE22" w14:textId="77777777" w:rsidR="004B09BA" w:rsidRDefault="004B09BA" w:rsidP="004B09BA">
            <w:r>
              <w:t>Mobil</w:t>
            </w:r>
          </w:p>
        </w:tc>
        <w:tc>
          <w:tcPr>
            <w:tcW w:w="2552" w:type="dxa"/>
          </w:tcPr>
          <w:p w14:paraId="6C7A88D4" w14:textId="77777777" w:rsidR="004B09BA" w:rsidRDefault="004F6885" w:rsidP="004B09BA">
            <w:r>
              <w:t>+420 606 092 909</w:t>
            </w:r>
          </w:p>
        </w:tc>
        <w:tc>
          <w:tcPr>
            <w:tcW w:w="823" w:type="dxa"/>
          </w:tcPr>
          <w:p w14:paraId="33E01BFC" w14:textId="77777777" w:rsidR="004B09BA" w:rsidRDefault="004B09BA" w:rsidP="004B09BA"/>
        </w:tc>
        <w:tc>
          <w:tcPr>
            <w:tcW w:w="3685" w:type="dxa"/>
            <w:vMerge/>
          </w:tcPr>
          <w:p w14:paraId="379E6CD6" w14:textId="77777777" w:rsidR="004B09BA" w:rsidRDefault="004B09BA" w:rsidP="004B09BA"/>
        </w:tc>
      </w:tr>
      <w:tr w:rsidR="004B09BA" w14:paraId="68478ED7" w14:textId="77777777" w:rsidTr="00F862D6">
        <w:tc>
          <w:tcPr>
            <w:tcW w:w="1020" w:type="dxa"/>
          </w:tcPr>
          <w:p w14:paraId="59C038F2" w14:textId="77777777" w:rsidR="004B09BA" w:rsidRDefault="004B09BA" w:rsidP="004B09BA">
            <w:r>
              <w:t>E-mail</w:t>
            </w:r>
          </w:p>
        </w:tc>
        <w:tc>
          <w:tcPr>
            <w:tcW w:w="2552" w:type="dxa"/>
          </w:tcPr>
          <w:p w14:paraId="3E5592C0" w14:textId="77777777" w:rsidR="004B09BA" w:rsidRDefault="004F6885" w:rsidP="004B09BA">
            <w:r>
              <w:t>mickaj@spravazeleznic.cz</w:t>
            </w:r>
          </w:p>
        </w:tc>
        <w:tc>
          <w:tcPr>
            <w:tcW w:w="823" w:type="dxa"/>
          </w:tcPr>
          <w:p w14:paraId="73EBACBC" w14:textId="77777777" w:rsidR="004B09BA" w:rsidRDefault="004B09BA" w:rsidP="004B09BA"/>
        </w:tc>
        <w:tc>
          <w:tcPr>
            <w:tcW w:w="3685" w:type="dxa"/>
            <w:vMerge/>
          </w:tcPr>
          <w:p w14:paraId="334E9219" w14:textId="77777777" w:rsidR="004B09BA" w:rsidRDefault="004B09BA" w:rsidP="004B09BA"/>
        </w:tc>
      </w:tr>
      <w:tr w:rsidR="004B09BA" w14:paraId="60AD0E90" w14:textId="77777777" w:rsidTr="00F862D6">
        <w:tc>
          <w:tcPr>
            <w:tcW w:w="1020" w:type="dxa"/>
          </w:tcPr>
          <w:p w14:paraId="1C3FAC11" w14:textId="77777777" w:rsidR="004B09BA" w:rsidRDefault="004B09BA" w:rsidP="004B09BA"/>
        </w:tc>
        <w:tc>
          <w:tcPr>
            <w:tcW w:w="2552" w:type="dxa"/>
          </w:tcPr>
          <w:p w14:paraId="51B8D979" w14:textId="77777777" w:rsidR="004B09BA" w:rsidRDefault="004B09BA" w:rsidP="004B09BA"/>
        </w:tc>
        <w:tc>
          <w:tcPr>
            <w:tcW w:w="823" w:type="dxa"/>
          </w:tcPr>
          <w:p w14:paraId="3B7BD3DE" w14:textId="77777777" w:rsidR="004B09BA" w:rsidRDefault="004B09BA" w:rsidP="004B09BA"/>
        </w:tc>
        <w:tc>
          <w:tcPr>
            <w:tcW w:w="3685" w:type="dxa"/>
          </w:tcPr>
          <w:p w14:paraId="187BCE7B" w14:textId="77777777" w:rsidR="004B09BA" w:rsidRDefault="004B09BA" w:rsidP="004B09BA"/>
        </w:tc>
      </w:tr>
      <w:tr w:rsidR="004B09BA" w14:paraId="0809F3FE" w14:textId="77777777" w:rsidTr="00F862D6">
        <w:tc>
          <w:tcPr>
            <w:tcW w:w="1020" w:type="dxa"/>
          </w:tcPr>
          <w:p w14:paraId="6A1487E5" w14:textId="77777777" w:rsidR="004B09BA" w:rsidRDefault="004B09BA" w:rsidP="004B09BA">
            <w:r>
              <w:t>Datum</w:t>
            </w:r>
          </w:p>
        </w:tc>
        <w:tc>
          <w:tcPr>
            <w:tcW w:w="2552" w:type="dxa"/>
          </w:tcPr>
          <w:p w14:paraId="30AE5760" w14:textId="77777777" w:rsidR="004B09BA" w:rsidRDefault="004F6885" w:rsidP="004B09BA">
            <w:r w:rsidRPr="004F6885">
              <w:t>09.03.2021</w:t>
            </w:r>
          </w:p>
        </w:tc>
        <w:tc>
          <w:tcPr>
            <w:tcW w:w="823" w:type="dxa"/>
          </w:tcPr>
          <w:p w14:paraId="2B5AC908" w14:textId="77777777" w:rsidR="004B09BA" w:rsidRDefault="004B09BA" w:rsidP="004B09BA"/>
        </w:tc>
        <w:tc>
          <w:tcPr>
            <w:tcW w:w="3685" w:type="dxa"/>
          </w:tcPr>
          <w:p w14:paraId="54DEF280" w14:textId="77777777" w:rsidR="004B09BA" w:rsidRDefault="004B09BA" w:rsidP="004B09BA"/>
        </w:tc>
      </w:tr>
      <w:tr w:rsidR="00F64786" w14:paraId="252F9F93" w14:textId="77777777" w:rsidTr="00F862D6">
        <w:tc>
          <w:tcPr>
            <w:tcW w:w="1020" w:type="dxa"/>
          </w:tcPr>
          <w:p w14:paraId="00E20270" w14:textId="77777777" w:rsidR="00F64786" w:rsidRDefault="00F64786" w:rsidP="0077673A"/>
        </w:tc>
        <w:tc>
          <w:tcPr>
            <w:tcW w:w="2552" w:type="dxa"/>
          </w:tcPr>
          <w:p w14:paraId="798427C6" w14:textId="77777777" w:rsidR="00F64786" w:rsidRDefault="00F64786" w:rsidP="00F310F8"/>
        </w:tc>
        <w:tc>
          <w:tcPr>
            <w:tcW w:w="823" w:type="dxa"/>
          </w:tcPr>
          <w:p w14:paraId="5DF6D3C3" w14:textId="77777777" w:rsidR="00F64786" w:rsidRDefault="00F64786" w:rsidP="0077673A"/>
        </w:tc>
        <w:tc>
          <w:tcPr>
            <w:tcW w:w="3685" w:type="dxa"/>
          </w:tcPr>
          <w:p w14:paraId="6126B661" w14:textId="77777777" w:rsidR="00F64786" w:rsidRDefault="00F64786" w:rsidP="0077673A"/>
        </w:tc>
      </w:tr>
      <w:tr w:rsidR="00F862D6" w14:paraId="174D8372" w14:textId="77777777" w:rsidTr="00B45E9E">
        <w:trPr>
          <w:trHeight w:val="794"/>
        </w:trPr>
        <w:tc>
          <w:tcPr>
            <w:tcW w:w="1020" w:type="dxa"/>
          </w:tcPr>
          <w:p w14:paraId="2F09994E" w14:textId="77777777" w:rsidR="00F862D6" w:rsidRDefault="00F862D6" w:rsidP="0077673A"/>
        </w:tc>
        <w:tc>
          <w:tcPr>
            <w:tcW w:w="2552" w:type="dxa"/>
          </w:tcPr>
          <w:p w14:paraId="1E4B0314" w14:textId="77777777" w:rsidR="00F862D6" w:rsidRDefault="00F862D6" w:rsidP="00F310F8"/>
        </w:tc>
        <w:tc>
          <w:tcPr>
            <w:tcW w:w="823" w:type="dxa"/>
          </w:tcPr>
          <w:p w14:paraId="3EC1E384" w14:textId="77777777" w:rsidR="00F862D6" w:rsidRDefault="00F862D6" w:rsidP="0077673A"/>
        </w:tc>
        <w:tc>
          <w:tcPr>
            <w:tcW w:w="3685" w:type="dxa"/>
          </w:tcPr>
          <w:p w14:paraId="2F422335" w14:textId="77777777" w:rsidR="00F862D6" w:rsidRDefault="00F862D6" w:rsidP="0077673A"/>
        </w:tc>
      </w:tr>
    </w:tbl>
    <w:p w14:paraId="13B86211" w14:textId="77777777" w:rsidR="00B45E9E" w:rsidRDefault="004F6885" w:rsidP="00B45E9E">
      <w:pPr>
        <w:pStyle w:val="Pedmtdopisu"/>
      </w:pPr>
      <w:r w:rsidRPr="004F6885">
        <w:t>Zajištění skalních masivů na trati Miroslav – Střelice</w:t>
      </w:r>
    </w:p>
    <w:p w14:paraId="6C85276B" w14:textId="3F7688D9" w:rsidR="0021429B" w:rsidRPr="0021429B" w:rsidRDefault="0021429B" w:rsidP="0021429B">
      <w:pPr>
        <w:pStyle w:val="Oslovenvdopisu"/>
        <w:rPr>
          <w:b/>
        </w:rPr>
      </w:pPr>
      <w:r w:rsidRPr="0021429B">
        <w:t xml:space="preserve">Odbor bezpečnosti a krizového řízení Správy železnic, oddělení požární prevence vydává </w:t>
      </w:r>
      <w:r w:rsidRPr="0021429B">
        <w:br/>
        <w:t xml:space="preserve">požadavky k projektové dokumentaci „Zajištění skalních masivů na trati Miroslav – Střelice“ </w:t>
      </w:r>
      <w:r w:rsidRPr="0021429B">
        <w:br/>
        <w:t xml:space="preserve">ve stupni </w:t>
      </w:r>
      <w:r>
        <w:t>Dokumentace pro stavební povolení</w:t>
      </w:r>
      <w:r w:rsidRPr="0021429B">
        <w:t>:</w:t>
      </w:r>
    </w:p>
    <w:p w14:paraId="3AF5742C" w14:textId="331D18B6" w:rsidR="0021429B" w:rsidRPr="0021429B" w:rsidRDefault="003B3A5B" w:rsidP="0021429B">
      <w:pPr>
        <w:spacing w:after="0"/>
        <w:contextualSpacing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b/>
          <w:i/>
          <w:noProof/>
        </w:rPr>
        <w:t>Projektová dokumentace</w:t>
      </w:r>
      <w:r w:rsidR="0021429B">
        <w:rPr>
          <w:rFonts w:ascii="Verdana" w:eastAsia="Verdana" w:hAnsi="Verdana" w:cs="Times New Roman"/>
          <w:b/>
          <w:i/>
          <w:noProof/>
        </w:rPr>
        <w:t xml:space="preserve"> výše uvedené stavby</w:t>
      </w:r>
      <w:r w:rsidR="0021429B" w:rsidRPr="0021429B">
        <w:rPr>
          <w:rFonts w:ascii="Verdana" w:eastAsia="Verdana" w:hAnsi="Verdana" w:cs="Times New Roman"/>
          <w:b/>
          <w:i/>
          <w:noProof/>
        </w:rPr>
        <w:t xml:space="preserve"> je bez zásadních připomínek, přesto požadujeme zpřesnění</w:t>
      </w:r>
      <w:r w:rsidR="00233184">
        <w:rPr>
          <w:rFonts w:ascii="Verdana" w:eastAsia="Verdana" w:hAnsi="Verdana" w:cs="Times New Roman"/>
          <w:b/>
          <w:i/>
          <w:noProof/>
        </w:rPr>
        <w:t xml:space="preserve"> </w:t>
      </w:r>
      <w:r>
        <w:rPr>
          <w:rFonts w:ascii="Verdana" w:eastAsia="Verdana" w:hAnsi="Verdana" w:cs="Times New Roman"/>
          <w:b/>
          <w:i/>
          <w:noProof/>
        </w:rPr>
        <w:t>dílčí</w:t>
      </w:r>
      <w:r w:rsidR="0021429B" w:rsidRPr="0021429B">
        <w:rPr>
          <w:rFonts w:ascii="Verdana" w:eastAsia="Verdana" w:hAnsi="Verdana" w:cs="Times New Roman"/>
          <w:b/>
          <w:i/>
          <w:noProof/>
        </w:rPr>
        <w:t xml:space="preserve"> části takto:</w:t>
      </w:r>
    </w:p>
    <w:p w14:paraId="6E03BEB3" w14:textId="77777777" w:rsidR="0021429B" w:rsidRDefault="0021429B" w:rsidP="0021429B">
      <w:pPr>
        <w:pStyle w:val="Oslovenvdopisu"/>
      </w:pPr>
    </w:p>
    <w:p w14:paraId="34886907" w14:textId="77777777" w:rsidR="0021429B" w:rsidRPr="0021429B" w:rsidRDefault="0021429B" w:rsidP="0021429B">
      <w:pPr>
        <w:spacing w:after="180"/>
        <w:contextualSpacing/>
        <w:rPr>
          <w:rFonts w:ascii="Verdana" w:eastAsia="Verdana" w:hAnsi="Verdana" w:cs="Times New Roman"/>
          <w:b/>
          <w:u w:val="single"/>
        </w:rPr>
      </w:pPr>
      <w:r w:rsidRPr="0021429B">
        <w:rPr>
          <w:rFonts w:ascii="Verdana" w:eastAsia="Verdana" w:hAnsi="Verdana" w:cs="Times New Roman"/>
          <w:b/>
          <w:u w:val="single"/>
        </w:rPr>
        <w:t xml:space="preserve">B. Souhrnná technická zpráva </w:t>
      </w:r>
    </w:p>
    <w:p w14:paraId="20B7C8E6" w14:textId="2C77C8B4" w:rsidR="0021429B" w:rsidRDefault="0021429B" w:rsidP="0021429B">
      <w:pPr>
        <w:pStyle w:val="Oslovenvdopisu"/>
        <w:rPr>
          <w:i/>
        </w:rPr>
      </w:pPr>
      <w:r w:rsidRPr="0021429B">
        <w:rPr>
          <w:bCs/>
        </w:rPr>
        <w:t xml:space="preserve">Požadujeme </w:t>
      </w:r>
      <w:r w:rsidRPr="0021429B">
        <w:rPr>
          <w:b/>
          <w:bCs/>
        </w:rPr>
        <w:t>v</w:t>
      </w:r>
      <w:r w:rsidR="003B3A5B">
        <w:rPr>
          <w:b/>
          <w:bCs/>
        </w:rPr>
        <w:t> části B.8</w:t>
      </w:r>
      <w:r w:rsidRPr="0021429B">
        <w:rPr>
          <w:b/>
          <w:bCs/>
        </w:rPr>
        <w:t xml:space="preserve"> Zásady organizace výstavby </w:t>
      </w:r>
      <w:r w:rsidRPr="0021429B">
        <w:rPr>
          <w:bCs/>
        </w:rPr>
        <w:t xml:space="preserve">nahradit zrušený předpis </w:t>
      </w:r>
      <w:r w:rsidRPr="0021429B">
        <w:t>„SŽDC Ob14 Předpis pro stanovení organizace zabezpečení požární ochrany Správy</w:t>
      </w:r>
      <w:r w:rsidRPr="0021429B">
        <w:rPr>
          <w:bCs/>
        </w:rPr>
        <w:t xml:space="preserve"> </w:t>
      </w:r>
      <w:r w:rsidRPr="0021429B">
        <w:t xml:space="preserve">železniční dopravní cesty, státní organizace“ novým předpisem </w:t>
      </w:r>
      <w:r w:rsidRPr="0021429B">
        <w:rPr>
          <w:i/>
        </w:rPr>
        <w:t>„SŽ R14 Řád zabezpečení požární ochrany státní organizace Správa železnic“.</w:t>
      </w:r>
    </w:p>
    <w:p w14:paraId="2582D30A" w14:textId="77777777" w:rsidR="0021429B" w:rsidRPr="0021429B" w:rsidRDefault="0021429B" w:rsidP="0021429B">
      <w:pPr>
        <w:spacing w:after="0"/>
      </w:pPr>
    </w:p>
    <w:p w14:paraId="482484D8" w14:textId="3B1C088F" w:rsidR="0021429B" w:rsidRPr="00B243AB" w:rsidRDefault="00B243AB" w:rsidP="0021429B">
      <w:pPr>
        <w:pStyle w:val="Oslovenvdopisu"/>
        <w:rPr>
          <w:color w:val="FF0000"/>
        </w:rPr>
      </w:pPr>
      <w:r w:rsidRPr="00B243AB">
        <w:rPr>
          <w:color w:val="FF0000"/>
        </w:rPr>
        <w:t>Ing. Štábl: v textu bylo opraveno</w:t>
      </w:r>
    </w:p>
    <w:p w14:paraId="0FF308B5" w14:textId="77777777" w:rsidR="003B3A5B" w:rsidRDefault="003B3A5B" w:rsidP="003B3A5B"/>
    <w:p w14:paraId="4BA74F3D" w14:textId="77777777" w:rsidR="003B3A5B" w:rsidRPr="003B3A5B" w:rsidRDefault="003B3A5B" w:rsidP="003B3A5B"/>
    <w:p w14:paraId="3C093D8B" w14:textId="77777777" w:rsidR="0021429B" w:rsidRPr="0021429B" w:rsidRDefault="0021429B" w:rsidP="0021429B">
      <w:pPr>
        <w:pStyle w:val="Oslovenvdopisu"/>
      </w:pPr>
    </w:p>
    <w:p w14:paraId="498AC6A0" w14:textId="77777777" w:rsidR="0021429B" w:rsidRPr="0021429B" w:rsidRDefault="0021429B" w:rsidP="0021429B">
      <w:pPr>
        <w:pStyle w:val="Oslovenvdopisu"/>
      </w:pPr>
      <w:r w:rsidRPr="0021429B">
        <w:t xml:space="preserve">Ing. Mgr. Vladimír Abraham, MBA </w:t>
      </w:r>
    </w:p>
    <w:p w14:paraId="6BF2CCC0" w14:textId="77777777" w:rsidR="0021429B" w:rsidRPr="0021429B" w:rsidRDefault="0021429B" w:rsidP="0021429B">
      <w:pPr>
        <w:pStyle w:val="Oslovenvdopisu"/>
      </w:pPr>
      <w:r w:rsidRPr="0021429B">
        <w:t>ředitel</w:t>
      </w:r>
    </w:p>
    <w:p w14:paraId="5CA5DFC7" w14:textId="77777777" w:rsidR="0021429B" w:rsidRPr="0021429B" w:rsidRDefault="0021429B" w:rsidP="0021429B">
      <w:pPr>
        <w:pStyle w:val="Oslovenvdopisu"/>
      </w:pPr>
      <w:r w:rsidRPr="0021429B">
        <w:t>Odbor bezpečnosti a krizového řízení</w:t>
      </w:r>
    </w:p>
    <w:p w14:paraId="6286C336" w14:textId="77777777" w:rsidR="0021429B" w:rsidRPr="0021429B" w:rsidRDefault="0021429B" w:rsidP="0021429B">
      <w:pPr>
        <w:pStyle w:val="Oslovenvdopisu"/>
      </w:pPr>
      <w:r w:rsidRPr="0021429B">
        <w:t>(podepsáno elektronicky)</w:t>
      </w:r>
    </w:p>
    <w:p w14:paraId="0839EB32" w14:textId="77777777" w:rsidR="0021429B" w:rsidRPr="0021429B" w:rsidRDefault="0021429B" w:rsidP="0021429B">
      <w:pPr>
        <w:pStyle w:val="Oslovenvdopisu"/>
      </w:pPr>
    </w:p>
    <w:sectPr w:rsidR="0021429B" w:rsidRPr="0021429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D2ED9" w14:textId="77777777" w:rsidR="005C6A00" w:rsidRDefault="005C6A00" w:rsidP="00962258">
      <w:pPr>
        <w:spacing w:after="0" w:line="240" w:lineRule="auto"/>
      </w:pPr>
      <w:r>
        <w:separator/>
      </w:r>
    </w:p>
  </w:endnote>
  <w:endnote w:type="continuationSeparator" w:id="0">
    <w:p w14:paraId="1B66FB15" w14:textId="77777777" w:rsidR="005C6A00" w:rsidRDefault="005C6A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4474D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31477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42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429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8FF8C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479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26241E" w14:textId="77777777" w:rsidR="00F1715C" w:rsidRDefault="00F1715C" w:rsidP="00D831A3">
          <w:pPr>
            <w:pStyle w:val="Zpat"/>
          </w:pPr>
        </w:p>
      </w:tc>
    </w:tr>
  </w:tbl>
  <w:p w14:paraId="5542D2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6B6FDB" wp14:editId="2FAEE7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3091F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F8880A" wp14:editId="5087DA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7F35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7EB0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1FE57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\* MERGEFORMAT</w:instrText>
          </w:r>
          <w:r w:rsidRPr="00B8518B">
            <w:rPr>
              <w:rStyle w:val="slostrnky"/>
            </w:rPr>
            <w:fldChar w:fldCharType="separate"/>
          </w:r>
          <w:r w:rsidR="002331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NUMPAGES \* MERGEFORMAT</w:instrText>
          </w:r>
          <w:r w:rsidRPr="00B8518B">
            <w:rPr>
              <w:rStyle w:val="slostrnky"/>
            </w:rPr>
            <w:fldChar w:fldCharType="separate"/>
          </w:r>
          <w:r w:rsidR="002331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B433A6" w14:textId="626BAD73" w:rsidR="00F1715C" w:rsidRDefault="00F1715C" w:rsidP="00460660">
          <w:pPr>
            <w:pStyle w:val="Zpat"/>
          </w:pPr>
          <w:r>
            <w:t>Správa železni</w:t>
          </w:r>
          <w:r w:rsidR="009C6912">
            <w:t>c</w:t>
          </w:r>
          <w:r>
            <w:t>, státní organizace</w:t>
          </w:r>
        </w:p>
        <w:p w14:paraId="4A2E1A2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AF3D5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D1ECC8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6757FE3" w14:textId="63741D09" w:rsidR="00F1715C" w:rsidRDefault="00F1715C" w:rsidP="00460660">
          <w:pPr>
            <w:pStyle w:val="Zpat"/>
          </w:pPr>
          <w:r>
            <w:t>s</w:t>
          </w:r>
          <w:r w:rsidR="00CA1FDC">
            <w:t>pravazeleznic</w:t>
          </w:r>
          <w:r>
            <w:t>.cz</w:t>
          </w:r>
        </w:p>
      </w:tc>
      <w:tc>
        <w:tcPr>
          <w:tcW w:w="2921" w:type="dxa"/>
        </w:tcPr>
        <w:p w14:paraId="04B7E908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E7388E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5158248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</w:t>
          </w:r>
        </w:p>
      </w:tc>
    </w:tr>
  </w:tbl>
  <w:p w14:paraId="40432DD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97C4BF5" wp14:editId="707AC2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98559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095F963" wp14:editId="048D10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C611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41C4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CDF4B" w14:textId="77777777" w:rsidR="005C6A00" w:rsidRDefault="005C6A00" w:rsidP="00962258">
      <w:pPr>
        <w:spacing w:after="0" w:line="240" w:lineRule="auto"/>
      </w:pPr>
      <w:r>
        <w:separator/>
      </w:r>
    </w:p>
  </w:footnote>
  <w:footnote w:type="continuationSeparator" w:id="0">
    <w:p w14:paraId="01140F27" w14:textId="77777777" w:rsidR="005C6A00" w:rsidRDefault="005C6A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4311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3C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EBE6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03C902" w14:textId="77777777" w:rsidR="00F1715C" w:rsidRPr="00D6163D" w:rsidRDefault="00F1715C" w:rsidP="00D6163D">
          <w:pPr>
            <w:pStyle w:val="Druhdokumentu"/>
          </w:pPr>
        </w:p>
      </w:tc>
    </w:tr>
  </w:tbl>
  <w:p w14:paraId="550B77F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CD476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6FD930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6672" behindDoc="0" locked="1" layoutInCell="1" allowOverlap="1" wp14:anchorId="06CAA5F5" wp14:editId="274D49C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6414CA" id="Half Frame 8" o:spid="_x0000_s1026" style="position:absolute;margin-left:251.15pt;margin-top:82.45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EBFB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A5DF" w14:textId="77777777" w:rsidR="00F1715C" w:rsidRPr="00D6163D" w:rsidRDefault="00F1715C" w:rsidP="00FC6389">
          <w:pPr>
            <w:pStyle w:val="Druhdokumentu"/>
          </w:pPr>
        </w:p>
      </w:tc>
    </w:tr>
    <w:tr w:rsidR="00F64786" w14:paraId="38CCEF0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385F9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89174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B0E84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FA883B" w14:textId="063A5161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0" locked="1" layoutInCell="1" allowOverlap="1" wp14:anchorId="5B14EDE0" wp14:editId="4CF6914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BC43A2" id="Half Frame 11" o:spid="_x0000_s1026" style="position:absolute;margin-left:428.7pt;margin-top:187.05pt;width:12.75pt;height:12.75pt;rotation:18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9C6912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80768" behindDoc="0" locked="1" layoutInCell="1" allowOverlap="1" wp14:anchorId="0650AED0" wp14:editId="263D6E40">
          <wp:simplePos x="0" y="0"/>
          <wp:positionH relativeFrom="page">
            <wp:posOffset>466725</wp:posOffset>
          </wp:positionH>
          <wp:positionV relativeFrom="page">
            <wp:posOffset>379095</wp:posOffset>
          </wp:positionV>
          <wp:extent cx="1709420" cy="633095"/>
          <wp:effectExtent l="0" t="0" r="508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9420" cy="633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490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885"/>
    <w:rsid w:val="000217EC"/>
    <w:rsid w:val="00033432"/>
    <w:rsid w:val="00035EA0"/>
    <w:rsid w:val="00072C1E"/>
    <w:rsid w:val="000B7907"/>
    <w:rsid w:val="00112DC1"/>
    <w:rsid w:val="00114472"/>
    <w:rsid w:val="0014154A"/>
    <w:rsid w:val="001451AD"/>
    <w:rsid w:val="00161F4F"/>
    <w:rsid w:val="00170EC5"/>
    <w:rsid w:val="001747C1"/>
    <w:rsid w:val="0018596A"/>
    <w:rsid w:val="00207DF5"/>
    <w:rsid w:val="0021429B"/>
    <w:rsid w:val="00224EE1"/>
    <w:rsid w:val="00233184"/>
    <w:rsid w:val="0026785D"/>
    <w:rsid w:val="002A6FE2"/>
    <w:rsid w:val="002C31BF"/>
    <w:rsid w:val="002D5B64"/>
    <w:rsid w:val="002E0CD7"/>
    <w:rsid w:val="003120FB"/>
    <w:rsid w:val="00326A11"/>
    <w:rsid w:val="00357BC6"/>
    <w:rsid w:val="003956C6"/>
    <w:rsid w:val="003B3A5B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934E7"/>
    <w:rsid w:val="004B09BA"/>
    <w:rsid w:val="004C1BD0"/>
    <w:rsid w:val="004C4399"/>
    <w:rsid w:val="004C5B47"/>
    <w:rsid w:val="004C69ED"/>
    <w:rsid w:val="004C787C"/>
    <w:rsid w:val="004E5890"/>
    <w:rsid w:val="004E62AA"/>
    <w:rsid w:val="004F4B9B"/>
    <w:rsid w:val="004F6885"/>
    <w:rsid w:val="00511AB9"/>
    <w:rsid w:val="00520F08"/>
    <w:rsid w:val="00523EA7"/>
    <w:rsid w:val="00553375"/>
    <w:rsid w:val="005658A6"/>
    <w:rsid w:val="005736B7"/>
    <w:rsid w:val="00575E5A"/>
    <w:rsid w:val="00596C7E"/>
    <w:rsid w:val="005A64E9"/>
    <w:rsid w:val="005B64B8"/>
    <w:rsid w:val="005C6A00"/>
    <w:rsid w:val="0061068E"/>
    <w:rsid w:val="006527DC"/>
    <w:rsid w:val="00660AD3"/>
    <w:rsid w:val="0069271C"/>
    <w:rsid w:val="006A5570"/>
    <w:rsid w:val="006A689C"/>
    <w:rsid w:val="006B0508"/>
    <w:rsid w:val="006B3D79"/>
    <w:rsid w:val="006E0578"/>
    <w:rsid w:val="006E314D"/>
    <w:rsid w:val="00700750"/>
    <w:rsid w:val="00710723"/>
    <w:rsid w:val="00723ED1"/>
    <w:rsid w:val="00743525"/>
    <w:rsid w:val="0076286B"/>
    <w:rsid w:val="007644A5"/>
    <w:rsid w:val="00764595"/>
    <w:rsid w:val="00766846"/>
    <w:rsid w:val="00772289"/>
    <w:rsid w:val="0077673A"/>
    <w:rsid w:val="007846E1"/>
    <w:rsid w:val="007B570C"/>
    <w:rsid w:val="007E4A6E"/>
    <w:rsid w:val="007F56A7"/>
    <w:rsid w:val="00807DD0"/>
    <w:rsid w:val="00813F11"/>
    <w:rsid w:val="008311F9"/>
    <w:rsid w:val="00861EDA"/>
    <w:rsid w:val="00874B17"/>
    <w:rsid w:val="00885FC0"/>
    <w:rsid w:val="008A3568"/>
    <w:rsid w:val="008D03B9"/>
    <w:rsid w:val="008D3711"/>
    <w:rsid w:val="008E16E2"/>
    <w:rsid w:val="008F18D6"/>
    <w:rsid w:val="00903F59"/>
    <w:rsid w:val="00904780"/>
    <w:rsid w:val="00922385"/>
    <w:rsid w:val="009223DF"/>
    <w:rsid w:val="00936091"/>
    <w:rsid w:val="00940D8A"/>
    <w:rsid w:val="00962258"/>
    <w:rsid w:val="009678B7"/>
    <w:rsid w:val="00972423"/>
    <w:rsid w:val="00982411"/>
    <w:rsid w:val="00992D9C"/>
    <w:rsid w:val="00996CB8"/>
    <w:rsid w:val="009B2E97"/>
    <w:rsid w:val="009B72CC"/>
    <w:rsid w:val="009C6912"/>
    <w:rsid w:val="009E07F4"/>
    <w:rsid w:val="009F392E"/>
    <w:rsid w:val="00A44328"/>
    <w:rsid w:val="00A51C32"/>
    <w:rsid w:val="00A6177B"/>
    <w:rsid w:val="00A66134"/>
    <w:rsid w:val="00A66136"/>
    <w:rsid w:val="00AA2855"/>
    <w:rsid w:val="00AA4CBB"/>
    <w:rsid w:val="00AA65FA"/>
    <w:rsid w:val="00AA7351"/>
    <w:rsid w:val="00AD056F"/>
    <w:rsid w:val="00AD6731"/>
    <w:rsid w:val="00B15D0D"/>
    <w:rsid w:val="00B243AB"/>
    <w:rsid w:val="00B45E9E"/>
    <w:rsid w:val="00B75EE1"/>
    <w:rsid w:val="00B77481"/>
    <w:rsid w:val="00B8518B"/>
    <w:rsid w:val="00BB3740"/>
    <w:rsid w:val="00BD7E91"/>
    <w:rsid w:val="00BF180C"/>
    <w:rsid w:val="00BF374D"/>
    <w:rsid w:val="00C02D0A"/>
    <w:rsid w:val="00C03A6E"/>
    <w:rsid w:val="00C44F6A"/>
    <w:rsid w:val="00C76762"/>
    <w:rsid w:val="00CA1FDC"/>
    <w:rsid w:val="00CD1FC4"/>
    <w:rsid w:val="00CE371D"/>
    <w:rsid w:val="00D061C9"/>
    <w:rsid w:val="00D21061"/>
    <w:rsid w:val="00D316A7"/>
    <w:rsid w:val="00D4108E"/>
    <w:rsid w:val="00D6163D"/>
    <w:rsid w:val="00D7419D"/>
    <w:rsid w:val="00D831A3"/>
    <w:rsid w:val="00DA6FFE"/>
    <w:rsid w:val="00DC3110"/>
    <w:rsid w:val="00DD46F3"/>
    <w:rsid w:val="00DD58A6"/>
    <w:rsid w:val="00DD5DE9"/>
    <w:rsid w:val="00DE56F2"/>
    <w:rsid w:val="00DF116D"/>
    <w:rsid w:val="00E70762"/>
    <w:rsid w:val="00E75A35"/>
    <w:rsid w:val="00E824F1"/>
    <w:rsid w:val="00EB104F"/>
    <w:rsid w:val="00ED14BD"/>
    <w:rsid w:val="00F07144"/>
    <w:rsid w:val="00F12DEC"/>
    <w:rsid w:val="00F1715C"/>
    <w:rsid w:val="00F310F8"/>
    <w:rsid w:val="00F35939"/>
    <w:rsid w:val="00F45607"/>
    <w:rsid w:val="00F5290D"/>
    <w:rsid w:val="00F64786"/>
    <w:rsid w:val="00F659EB"/>
    <w:rsid w:val="00F811B4"/>
    <w:rsid w:val="00F862D6"/>
    <w:rsid w:val="00F86510"/>
    <w:rsid w:val="00F86BA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B45C07"/>
  <w14:defaultImageDpi w14:val="32767"/>
  <w15:docId w15:val="{6580C5EA-982E-44B9-8978-0C991B5E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2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iek\AppData\Local\Packages\Microsoft.MicrosoftEdge_8wekyb3d8bbwe\TempState\Downloads\szdc_administrativni-dopis_v8_VZOR%20(2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CB32F55-EB0B-46D8-AB31-D7584B7A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 (2)</Template>
  <TotalTime>2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Siekelová</dc:creator>
  <cp:lastModifiedBy>Stanislav Štábl</cp:lastModifiedBy>
  <cp:revision>4</cp:revision>
  <cp:lastPrinted>2018-04-27T19:08:00Z</cp:lastPrinted>
  <dcterms:created xsi:type="dcterms:W3CDTF">2021-03-09T10:06:00Z</dcterms:created>
  <dcterms:modified xsi:type="dcterms:W3CDTF">2021-04-02T11:43:00Z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